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CD8" w:rsidRPr="0069514B" w:rsidRDefault="00985CD8">
      <w:pPr>
        <w:rPr>
          <w:sz w:val="36"/>
          <w:szCs w:val="36"/>
          <w:u w:val="single"/>
        </w:rPr>
      </w:pPr>
      <w:r w:rsidRPr="0069514B">
        <w:rPr>
          <w:sz w:val="36"/>
          <w:szCs w:val="36"/>
          <w:u w:val="single"/>
        </w:rPr>
        <w:t>Te Ruru</w:t>
      </w:r>
    </w:p>
    <w:p w:rsidR="00985CD8" w:rsidRPr="0069514B" w:rsidRDefault="00985CD8" w:rsidP="0069514B">
      <w:pPr>
        <w:tabs>
          <w:tab w:val="left" w:pos="4947"/>
        </w:tabs>
        <w:rPr>
          <w:sz w:val="36"/>
          <w:szCs w:val="36"/>
        </w:rPr>
      </w:pPr>
      <w:r w:rsidRPr="0069514B">
        <w:rPr>
          <w:sz w:val="36"/>
          <w:szCs w:val="36"/>
        </w:rPr>
        <w:t>Ki runga te rakau</w:t>
      </w:r>
      <w:r>
        <w:rPr>
          <w:sz w:val="36"/>
          <w:szCs w:val="36"/>
        </w:rPr>
        <w:tab/>
        <w:t>Up in the tree</w:t>
      </w:r>
    </w:p>
    <w:p w:rsidR="00985CD8" w:rsidRPr="0069514B" w:rsidRDefault="00985CD8" w:rsidP="0069514B">
      <w:pPr>
        <w:tabs>
          <w:tab w:val="left" w:pos="4947"/>
        </w:tabs>
        <w:rPr>
          <w:sz w:val="36"/>
          <w:szCs w:val="36"/>
        </w:rPr>
      </w:pPr>
      <w:r w:rsidRPr="0069514B">
        <w:rPr>
          <w:sz w:val="36"/>
          <w:szCs w:val="36"/>
        </w:rPr>
        <w:t>I te po</w:t>
      </w:r>
      <w:r>
        <w:rPr>
          <w:sz w:val="36"/>
          <w:szCs w:val="36"/>
        </w:rPr>
        <w:tab/>
        <w:t>In the night</w:t>
      </w:r>
    </w:p>
    <w:p w:rsidR="00985CD8" w:rsidRPr="0069514B" w:rsidRDefault="00985CD8" w:rsidP="0069514B">
      <w:pPr>
        <w:tabs>
          <w:tab w:val="left" w:pos="4947"/>
        </w:tabs>
        <w:rPr>
          <w:sz w:val="36"/>
          <w:szCs w:val="36"/>
        </w:rPr>
      </w:pPr>
      <w:r w:rsidRPr="0069514B">
        <w:rPr>
          <w:sz w:val="36"/>
          <w:szCs w:val="36"/>
        </w:rPr>
        <w:t>Ki mai te Ruru</w:t>
      </w:r>
      <w:r>
        <w:rPr>
          <w:sz w:val="36"/>
          <w:szCs w:val="36"/>
        </w:rPr>
        <w:tab/>
        <w:t>See the owl</w:t>
      </w:r>
    </w:p>
    <w:p w:rsidR="00985CD8" w:rsidRPr="0069514B" w:rsidRDefault="00985CD8" w:rsidP="0069514B">
      <w:pPr>
        <w:tabs>
          <w:tab w:val="left" w:pos="4947"/>
        </w:tabs>
        <w:rPr>
          <w:sz w:val="36"/>
          <w:szCs w:val="36"/>
        </w:rPr>
      </w:pPr>
      <w:r w:rsidRPr="0069514B">
        <w:rPr>
          <w:sz w:val="36"/>
          <w:szCs w:val="36"/>
        </w:rPr>
        <w:t>Ka awatea</w:t>
      </w:r>
      <w:r>
        <w:rPr>
          <w:sz w:val="36"/>
          <w:szCs w:val="36"/>
        </w:rPr>
        <w:tab/>
        <w:t>Waking up</w:t>
      </w:r>
    </w:p>
    <w:p w:rsidR="00985CD8" w:rsidRPr="0069514B" w:rsidRDefault="00985CD8">
      <w:pPr>
        <w:rPr>
          <w:sz w:val="36"/>
          <w:szCs w:val="36"/>
        </w:rPr>
      </w:pPr>
    </w:p>
    <w:p w:rsidR="00985CD8" w:rsidRPr="0069514B" w:rsidRDefault="00985CD8" w:rsidP="0069514B">
      <w:pPr>
        <w:tabs>
          <w:tab w:val="left" w:pos="4973"/>
        </w:tabs>
        <w:rPr>
          <w:sz w:val="36"/>
          <w:szCs w:val="36"/>
        </w:rPr>
      </w:pPr>
      <w:r w:rsidRPr="0069514B">
        <w:rPr>
          <w:sz w:val="36"/>
          <w:szCs w:val="36"/>
        </w:rPr>
        <w:t>Ki runga te rakau</w:t>
      </w:r>
      <w:r>
        <w:rPr>
          <w:sz w:val="36"/>
          <w:szCs w:val="36"/>
        </w:rPr>
        <w:tab/>
        <w:t>Up in the tree</w:t>
      </w:r>
    </w:p>
    <w:p w:rsidR="00985CD8" w:rsidRPr="0069514B" w:rsidRDefault="00985CD8" w:rsidP="0069514B">
      <w:pPr>
        <w:tabs>
          <w:tab w:val="left" w:pos="4973"/>
        </w:tabs>
        <w:rPr>
          <w:sz w:val="36"/>
          <w:szCs w:val="36"/>
        </w:rPr>
      </w:pPr>
      <w:r w:rsidRPr="0069514B">
        <w:rPr>
          <w:sz w:val="36"/>
          <w:szCs w:val="36"/>
        </w:rPr>
        <w:t>I te po</w:t>
      </w:r>
      <w:r>
        <w:rPr>
          <w:sz w:val="36"/>
          <w:szCs w:val="36"/>
        </w:rPr>
        <w:tab/>
        <w:t>In the night</w:t>
      </w:r>
    </w:p>
    <w:p w:rsidR="00985CD8" w:rsidRPr="0069514B" w:rsidRDefault="00985CD8" w:rsidP="0069514B">
      <w:pPr>
        <w:tabs>
          <w:tab w:val="left" w:pos="4973"/>
        </w:tabs>
        <w:rPr>
          <w:sz w:val="36"/>
          <w:szCs w:val="36"/>
        </w:rPr>
      </w:pPr>
      <w:r w:rsidRPr="0069514B">
        <w:rPr>
          <w:sz w:val="36"/>
          <w:szCs w:val="36"/>
        </w:rPr>
        <w:t>Ki mai te Ruru</w:t>
      </w:r>
      <w:r>
        <w:rPr>
          <w:sz w:val="36"/>
          <w:szCs w:val="36"/>
        </w:rPr>
        <w:tab/>
        <w:t>See the owl</w:t>
      </w:r>
    </w:p>
    <w:p w:rsidR="00985CD8" w:rsidRPr="0069514B" w:rsidRDefault="00985CD8" w:rsidP="0069514B">
      <w:pPr>
        <w:tabs>
          <w:tab w:val="left" w:pos="4973"/>
        </w:tabs>
        <w:rPr>
          <w:sz w:val="36"/>
          <w:szCs w:val="36"/>
        </w:rPr>
      </w:pPr>
      <w:r w:rsidRPr="0069514B">
        <w:rPr>
          <w:sz w:val="36"/>
          <w:szCs w:val="36"/>
        </w:rPr>
        <w:t>Ka awatea</w:t>
      </w:r>
      <w:r>
        <w:rPr>
          <w:sz w:val="36"/>
          <w:szCs w:val="36"/>
        </w:rPr>
        <w:tab/>
        <w:t>Waking up</w:t>
      </w:r>
    </w:p>
    <w:p w:rsidR="00985CD8" w:rsidRPr="0069514B" w:rsidRDefault="00985CD8" w:rsidP="0069514B">
      <w:pPr>
        <w:rPr>
          <w:sz w:val="36"/>
          <w:szCs w:val="36"/>
        </w:rPr>
      </w:pPr>
    </w:p>
    <w:p w:rsidR="00985CD8" w:rsidRPr="0069514B" w:rsidRDefault="00985CD8" w:rsidP="0069514B">
      <w:pPr>
        <w:tabs>
          <w:tab w:val="left" w:pos="4987"/>
        </w:tabs>
        <w:rPr>
          <w:sz w:val="36"/>
          <w:szCs w:val="36"/>
        </w:rPr>
      </w:pPr>
      <w:r w:rsidRPr="0069514B">
        <w:rPr>
          <w:sz w:val="36"/>
          <w:szCs w:val="36"/>
        </w:rPr>
        <w:t>Kuku kuku</w:t>
      </w:r>
      <w:r>
        <w:rPr>
          <w:sz w:val="36"/>
          <w:szCs w:val="36"/>
        </w:rPr>
        <w:tab/>
        <w:t>Cew cew, cew cew</w:t>
      </w:r>
    </w:p>
    <w:p w:rsidR="00985CD8" w:rsidRPr="0069514B" w:rsidRDefault="00985CD8" w:rsidP="0069514B">
      <w:pPr>
        <w:tabs>
          <w:tab w:val="left" w:pos="4987"/>
        </w:tabs>
        <w:rPr>
          <w:sz w:val="36"/>
          <w:szCs w:val="36"/>
        </w:rPr>
      </w:pPr>
      <w:r w:rsidRPr="0069514B">
        <w:rPr>
          <w:sz w:val="36"/>
          <w:szCs w:val="36"/>
        </w:rPr>
        <w:t>Ki mai te Ruru</w:t>
      </w:r>
      <w:r>
        <w:rPr>
          <w:sz w:val="36"/>
          <w:szCs w:val="36"/>
        </w:rPr>
        <w:tab/>
        <w:t>See the owl</w:t>
      </w:r>
    </w:p>
    <w:p w:rsidR="00985CD8" w:rsidRPr="0069514B" w:rsidRDefault="00985CD8" w:rsidP="0069514B">
      <w:pPr>
        <w:tabs>
          <w:tab w:val="left" w:pos="4987"/>
        </w:tabs>
        <w:rPr>
          <w:sz w:val="36"/>
          <w:szCs w:val="36"/>
        </w:rPr>
      </w:pPr>
      <w:r w:rsidRPr="0069514B">
        <w:rPr>
          <w:sz w:val="36"/>
          <w:szCs w:val="36"/>
        </w:rPr>
        <w:t>Ka awatea</w:t>
      </w:r>
      <w:r>
        <w:rPr>
          <w:sz w:val="36"/>
          <w:szCs w:val="36"/>
        </w:rPr>
        <w:tab/>
        <w:t>Waking up</w:t>
      </w:r>
    </w:p>
    <w:p w:rsidR="00985CD8" w:rsidRDefault="00985CD8"/>
    <w:p w:rsidR="00985CD8" w:rsidRDefault="00985CD8">
      <w:r>
        <w:rPr>
          <w:noProof/>
          <w:lang w:val="en-NZ"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9pt;margin-top:5.5pt;width:113.95pt;height:135pt;z-index:-251658240" wrapcoords="273 0 -273 5285 -273 7813 1914 11030 -273 14706 -273 16315 1367 18383 2461 18383 2461 19532 8476 21370 12577 21370 14218 21370 14765 21370 18592 18383 19686 18383 21600 16085 21600 14017 20506 12638 18866 11030 21053 7813 21053 230 19413 0 2461 0 273 0">
            <v:imagedata r:id="rId4" o:title=""/>
            <w10:wrap type="tight"/>
          </v:shape>
        </w:pict>
      </w:r>
    </w:p>
    <w:p w:rsidR="00985CD8" w:rsidRPr="0069514B" w:rsidRDefault="00985CD8" w:rsidP="0069514B"/>
    <w:p w:rsidR="00985CD8" w:rsidRDefault="00985CD8" w:rsidP="0069514B"/>
    <w:p w:rsidR="00985CD8" w:rsidRPr="0069514B" w:rsidRDefault="00985CD8" w:rsidP="0069514B">
      <w:bookmarkStart w:id="0" w:name="_GoBack"/>
      <w:bookmarkEnd w:id="0"/>
      <w:r>
        <w:rPr>
          <w:noProof/>
          <w:lang w:val="en-NZ" w:eastAsia="en-NZ"/>
        </w:rPr>
        <w:pict>
          <v:shape id="_x0000_s1027" type="#_x0000_t75" style="position:absolute;margin-left:1in;margin-top:62.3pt;width:171pt;height:141pt;z-index:-251657216" wrapcoords="6253 0 0 6271 -568 8361 1137 12542 6253 20903 7389 20903 13642 20903 14779 20903 20463 12542 21600 9058 18758 0 8526 0 6253 0">
            <v:imagedata r:id="rId5" o:title=""/>
            <w10:wrap type="tight"/>
          </v:shape>
        </w:pict>
      </w:r>
    </w:p>
    <w:sectPr w:rsidR="00985CD8" w:rsidRPr="0069514B" w:rsidSect="00123F10">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514B"/>
    <w:rsid w:val="00123F10"/>
    <w:rsid w:val="005A6E6C"/>
    <w:rsid w:val="0069514B"/>
    <w:rsid w:val="007B7E7E"/>
    <w:rsid w:val="008151CD"/>
    <w:rsid w:val="00985CD8"/>
    <w:rsid w:val="00CD6D34"/>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D34"/>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43</Words>
  <Characters>250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MacDonald</dc:creator>
  <cp:keywords/>
  <dc:description/>
  <cp:lastModifiedBy>Property Advice</cp:lastModifiedBy>
  <cp:revision>2</cp:revision>
  <dcterms:created xsi:type="dcterms:W3CDTF">2015-07-14T06:41:00Z</dcterms:created>
  <dcterms:modified xsi:type="dcterms:W3CDTF">2015-07-14T07:01:00Z</dcterms:modified>
</cp:coreProperties>
</file>